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C37B6" w14:textId="5C8C12EA" w:rsidR="00E67B0A" w:rsidRPr="00676FD6" w:rsidRDefault="001874AF" w:rsidP="00676FD6">
      <w:pPr>
        <w:rPr>
          <w:rFonts w:ascii="TT1435o00" w:hAnsi="TT1435o00"/>
          <w:sz w:val="18"/>
          <w:szCs w:val="18"/>
        </w:rPr>
      </w:pPr>
      <w:r w:rsidRPr="00676FD6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DC0DE6" wp14:editId="2902641F">
                <wp:simplePos x="0" y="0"/>
                <wp:positionH relativeFrom="column">
                  <wp:posOffset>-6985</wp:posOffset>
                </wp:positionH>
                <wp:positionV relativeFrom="paragraph">
                  <wp:posOffset>240665</wp:posOffset>
                </wp:positionV>
                <wp:extent cx="6372225" cy="9525"/>
                <wp:effectExtent l="9525" t="5080" r="9525" b="13970"/>
                <wp:wrapNone/>
                <wp:docPr id="880953431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07DBF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5pt" to="501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" strokecolor="#737477"/>
            </w:pict>
          </mc:Fallback>
        </mc:AlternateContent>
      </w:r>
      <w:r w:rsidR="00E67B0A" w:rsidRPr="00676FD6">
        <w:rPr>
          <w:rFonts w:ascii="TT1435o00" w:hAnsi="TT1435o00" w:cs="AvantGarde-Book"/>
          <w:sz w:val="18"/>
          <w:szCs w:val="18"/>
        </w:rPr>
        <w:t xml:space="preserve"> </w:t>
      </w:r>
      <w:r w:rsidRPr="00676FD6">
        <w:rPr>
          <w:rFonts w:ascii="TT1435o00" w:hAnsi="TT1435o00"/>
          <w:noProof/>
          <w:lang w:eastAsia="pl-PL"/>
        </w:rPr>
        <w:drawing>
          <wp:inline distT="0" distB="0" distL="0" distR="0" wp14:anchorId="3D0DFE68" wp14:editId="5E558358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7B0A" w:rsidRPr="00676FD6">
        <w:rPr>
          <w:rFonts w:ascii="TT1435o00" w:hAnsi="TT1435o00"/>
          <w:sz w:val="18"/>
          <w:szCs w:val="18"/>
        </w:rPr>
        <w:t xml:space="preserve">UNIWERSYTET JANA KOCHANOWSKIEGO W KIELCACH                                    </w:t>
      </w:r>
      <w:r w:rsidR="00475AB9" w:rsidRPr="00676FD6">
        <w:rPr>
          <w:rFonts w:ascii="TT1435o00" w:hAnsi="TT1435o00"/>
          <w:sz w:val="18"/>
          <w:szCs w:val="18"/>
        </w:rPr>
        <w:t xml:space="preserve">               </w:t>
      </w:r>
      <w:r w:rsidR="00676FD6" w:rsidRPr="00676FD6">
        <w:rPr>
          <w:rFonts w:ascii="TT1435o00" w:hAnsi="TT1435o00"/>
          <w:sz w:val="18"/>
          <w:szCs w:val="18"/>
        </w:rPr>
        <w:t xml:space="preserve">    </w:t>
      </w:r>
      <w:r w:rsidR="00676FD6">
        <w:rPr>
          <w:rFonts w:ascii="TT1435o00" w:hAnsi="TT1435o00"/>
          <w:sz w:val="18"/>
          <w:szCs w:val="18"/>
        </w:rPr>
        <w:tab/>
      </w:r>
      <w:r w:rsidR="00676FD6">
        <w:rPr>
          <w:rFonts w:ascii="TT1435o00" w:hAnsi="TT1435o00"/>
          <w:sz w:val="18"/>
          <w:szCs w:val="18"/>
        </w:rPr>
        <w:tab/>
      </w:r>
      <w:r w:rsidR="00475AB9" w:rsidRPr="00676FD6">
        <w:rPr>
          <w:rFonts w:ascii="TT1435o00" w:hAnsi="TT1435o00"/>
          <w:sz w:val="18"/>
          <w:szCs w:val="18"/>
        </w:rPr>
        <w:t xml:space="preserve">Wydział Pedagogiki i Psychologii  </w:t>
      </w:r>
      <w:r w:rsidR="00E67B0A" w:rsidRPr="00676FD6">
        <w:rPr>
          <w:rFonts w:ascii="TT1435o00" w:hAnsi="TT1435o00"/>
          <w:sz w:val="18"/>
          <w:szCs w:val="18"/>
        </w:rPr>
        <w:t xml:space="preserve"> </w:t>
      </w:r>
    </w:p>
    <w:p w14:paraId="5D021A81" w14:textId="1598EC6C" w:rsidR="00A81C85" w:rsidRPr="00676FD6" w:rsidRDefault="00E67B0A" w:rsidP="00A81C85">
      <w:pPr>
        <w:jc w:val="right"/>
        <w:rPr>
          <w:rFonts w:ascii="TT1435o00" w:hAnsi="TT1435o00"/>
          <w:bCs/>
          <w:sz w:val="18"/>
          <w:szCs w:val="18"/>
        </w:rPr>
      </w:pPr>
      <w:r w:rsidRPr="00676FD6">
        <w:rPr>
          <w:rFonts w:ascii="TT1435o00" w:hAnsi="TT1435o00" w:cs="AvantGarde-Book"/>
          <w:sz w:val="18"/>
          <w:szCs w:val="18"/>
        </w:rPr>
        <w:t xml:space="preserve">                                   </w:t>
      </w:r>
      <w:r w:rsidR="00676FD6" w:rsidRPr="00676FD6">
        <w:rPr>
          <w:rFonts w:ascii="TT1435o00" w:hAnsi="TT1435o00"/>
          <w:bCs/>
          <w:i/>
          <w:iCs/>
          <w:sz w:val="18"/>
          <w:szCs w:val="18"/>
        </w:rPr>
        <w:t>Załącznik nr 8 do Procedury WSZJK-WPP/1 (wersja: 03</w:t>
      </w:r>
      <w:r w:rsidR="00B448CC">
        <w:rPr>
          <w:rFonts w:ascii="TT1435o00" w:hAnsi="TT1435o00"/>
          <w:bCs/>
          <w:i/>
          <w:iCs/>
          <w:sz w:val="18"/>
          <w:szCs w:val="18"/>
        </w:rPr>
        <w:t>/2025</w:t>
      </w:r>
      <w:r w:rsidR="00676FD6" w:rsidRPr="00676FD6">
        <w:rPr>
          <w:rFonts w:ascii="TT1435o00" w:hAnsi="TT1435o00"/>
          <w:bCs/>
          <w:i/>
          <w:iCs/>
          <w:sz w:val="18"/>
          <w:szCs w:val="18"/>
        </w:rPr>
        <w:t>)</w:t>
      </w:r>
    </w:p>
    <w:p w14:paraId="34BFBB74" w14:textId="77777777" w:rsidR="00A81C85" w:rsidRPr="00676FD6" w:rsidRDefault="00A81C85" w:rsidP="00A81C85">
      <w:pPr>
        <w:jc w:val="right"/>
        <w:rPr>
          <w:rFonts w:ascii="TT1435o00" w:hAnsi="TT1435o00" w:cs="AvantGarde-Book"/>
          <w:sz w:val="18"/>
          <w:szCs w:val="18"/>
        </w:rPr>
      </w:pPr>
      <w:r w:rsidRPr="00676FD6">
        <w:rPr>
          <w:rFonts w:ascii="TT1435o00" w:hAnsi="TT1435o00" w:cs="AvantGarde-Book"/>
          <w:sz w:val="18"/>
          <w:szCs w:val="18"/>
        </w:rPr>
        <w:t xml:space="preserve">                                                                 Kielce, dnia …………………………..</w:t>
      </w:r>
    </w:p>
    <w:p w14:paraId="3A871CE5" w14:textId="7CB7E575"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676FD6">
        <w:rPr>
          <w:rFonts w:ascii="TT1435o00" w:hAnsi="TT1435o00" w:cs="TT1435o00"/>
          <w:sz w:val="18"/>
          <w:szCs w:val="18"/>
        </w:rPr>
        <w:t>imię i nazwisko:   …………………………………………….…………..</w:t>
      </w:r>
    </w:p>
    <w:p w14:paraId="6C6C492B" w14:textId="35EAB390"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676FD6">
        <w:rPr>
          <w:rFonts w:ascii="TT1435o00" w:hAnsi="TT1435o00" w:cs="TT1435o00"/>
          <w:sz w:val="18"/>
          <w:szCs w:val="18"/>
        </w:rPr>
        <w:t xml:space="preserve">kierunek studiów: </w:t>
      </w:r>
      <w:r w:rsidRPr="00676FD6">
        <w:rPr>
          <w:rFonts w:ascii="TT1435o00" w:hAnsi="TT1435o00" w:cs="TT1435o00"/>
          <w:noProof/>
          <w:sz w:val="18"/>
          <w:szCs w:val="18"/>
          <w:lang w:eastAsia="pl-PL"/>
        </w:rPr>
        <w:t xml:space="preserve"> ……………..…………………………………………</w:t>
      </w:r>
    </w:p>
    <w:p w14:paraId="113FD782" w14:textId="07F7711C"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pacing w:val="20"/>
          <w:sz w:val="18"/>
          <w:szCs w:val="18"/>
        </w:rPr>
      </w:pPr>
      <w:r w:rsidRPr="00676FD6">
        <w:rPr>
          <w:rFonts w:ascii="TT1435o00" w:hAnsi="TT1435o00" w:cs="TT1435o00"/>
          <w:noProof/>
          <w:spacing w:val="20"/>
          <w:sz w:val="18"/>
          <w:szCs w:val="18"/>
          <w:lang w:eastAsia="pl-PL"/>
        </w:rPr>
        <w:t xml:space="preserve">stacjonarne/niestacjonarne* </w:t>
      </w:r>
    </w:p>
    <w:p w14:paraId="593B4475" w14:textId="3ABAF1D3"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676FD6">
        <w:rPr>
          <w:rFonts w:ascii="TT1435o00" w:hAnsi="TT1435o00" w:cs="TT1435o00"/>
          <w:sz w:val="18"/>
          <w:szCs w:val="18"/>
        </w:rPr>
        <w:t xml:space="preserve">rok studiów:  ……………………………………………………………..    </w:t>
      </w:r>
    </w:p>
    <w:p w14:paraId="51BE191D" w14:textId="2BF0369D"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noProof/>
          <w:sz w:val="18"/>
          <w:szCs w:val="18"/>
          <w:lang w:eastAsia="pl-PL"/>
        </w:rPr>
      </w:pPr>
      <w:r w:rsidRPr="00676FD6">
        <w:rPr>
          <w:rFonts w:ascii="TT1435o00" w:hAnsi="TT1435o00" w:cs="TT1435o00"/>
          <w:sz w:val="18"/>
          <w:szCs w:val="18"/>
        </w:rPr>
        <w:t>stopień:</w:t>
      </w:r>
      <w:r w:rsidRPr="00676FD6">
        <w:rPr>
          <w:rFonts w:ascii="TT1435o00" w:hAnsi="TT1435o00" w:cs="TT1435o00"/>
          <w:noProof/>
          <w:sz w:val="18"/>
          <w:szCs w:val="18"/>
          <w:lang w:eastAsia="pl-PL"/>
        </w:rPr>
        <w:t xml:space="preserve"> I stopień / II stopień /  jednolite magisterskie *</w:t>
      </w:r>
    </w:p>
    <w:p w14:paraId="04D65ADC" w14:textId="396BF12A"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676FD6">
        <w:rPr>
          <w:rFonts w:ascii="TT1435o00" w:hAnsi="TT1435o00" w:cs="TT1435o00"/>
          <w:noProof/>
          <w:sz w:val="18"/>
          <w:szCs w:val="18"/>
          <w:lang w:eastAsia="pl-PL"/>
        </w:rPr>
        <w:t>numer albumu:  …………………….……………….………………..…</w:t>
      </w:r>
    </w:p>
    <w:p w14:paraId="2E685DEC" w14:textId="7D0FB7B7"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5o00"/>
          <w:sz w:val="18"/>
          <w:szCs w:val="18"/>
        </w:rPr>
      </w:pPr>
      <w:r w:rsidRPr="00676FD6">
        <w:rPr>
          <w:rFonts w:ascii="TT1435o00" w:hAnsi="TT1435o00" w:cs="TT1435o00"/>
          <w:sz w:val="18"/>
          <w:szCs w:val="18"/>
        </w:rPr>
        <w:t>adres:  ……………………………………………………………</w:t>
      </w:r>
      <w:r w:rsidR="001874AF" w:rsidRPr="00676FD6">
        <w:rPr>
          <w:rFonts w:ascii="TT1435o00" w:hAnsi="TT1435o00" w:cs="TT1435o00"/>
          <w:sz w:val="18"/>
          <w:szCs w:val="18"/>
        </w:rPr>
        <w:t>…..</w:t>
      </w:r>
      <w:r w:rsidRPr="00676FD6">
        <w:rPr>
          <w:rFonts w:ascii="TT1435o00" w:hAnsi="TT1435o00" w:cs="TT1435o00"/>
          <w:sz w:val="18"/>
          <w:szCs w:val="18"/>
        </w:rPr>
        <w:t>.…….</w:t>
      </w:r>
    </w:p>
    <w:p w14:paraId="74E802D1" w14:textId="5F07D10E"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rPr>
          <w:rFonts w:ascii="TT1435o00" w:hAnsi="TT1435o00" w:cs="TT143Ao00"/>
          <w:sz w:val="18"/>
          <w:szCs w:val="18"/>
        </w:rPr>
      </w:pPr>
      <w:r w:rsidRPr="00676FD6">
        <w:rPr>
          <w:rFonts w:ascii="TT1435o00" w:hAnsi="TT1435o00" w:cs="TT1435o00"/>
          <w:sz w:val="18"/>
          <w:szCs w:val="18"/>
        </w:rPr>
        <w:t>telefon/e-mail:  ……………………………….……….………………..</w:t>
      </w:r>
      <w:r w:rsidRPr="00676FD6">
        <w:rPr>
          <w:rFonts w:ascii="TT1435o00" w:hAnsi="TT1435o00" w:cs="TT143Ao00"/>
          <w:sz w:val="18"/>
          <w:szCs w:val="18"/>
        </w:rPr>
        <w:t xml:space="preserve">                                                                        </w:t>
      </w:r>
    </w:p>
    <w:p w14:paraId="03C11533" w14:textId="2BC4BF83"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76FD6">
        <w:rPr>
          <w:rFonts w:ascii="TT1435o00" w:hAnsi="TT1435o00" w:cs="TT143Ao00"/>
          <w:b/>
          <w:i/>
          <w:sz w:val="20"/>
          <w:szCs w:val="20"/>
        </w:rPr>
        <w:t xml:space="preserve">Dziekan </w:t>
      </w:r>
    </w:p>
    <w:p w14:paraId="2156F004" w14:textId="6111FB63" w:rsidR="00A81C85" w:rsidRPr="00676FD6" w:rsidRDefault="00A81C85" w:rsidP="00676FD6">
      <w:pPr>
        <w:autoSpaceDE w:val="0"/>
        <w:autoSpaceDN w:val="0"/>
        <w:adjustRightInd w:val="0"/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76FD6">
        <w:rPr>
          <w:rFonts w:ascii="TT1435o00" w:hAnsi="TT1435o00" w:cs="TT143Ao00"/>
          <w:b/>
          <w:i/>
          <w:sz w:val="20"/>
          <w:szCs w:val="20"/>
        </w:rPr>
        <w:t>Wydziału Pedagogiki i Psychologii</w:t>
      </w:r>
    </w:p>
    <w:p w14:paraId="1F427C8E" w14:textId="09E5F4C3" w:rsidR="00A81C85" w:rsidRPr="00676FD6" w:rsidRDefault="00A81C85" w:rsidP="00676FD6">
      <w:pPr>
        <w:spacing w:after="0" w:line="360" w:lineRule="auto"/>
        <w:ind w:left="5103"/>
        <w:rPr>
          <w:rFonts w:ascii="TT1435o00" w:hAnsi="TT1435o00" w:cs="TT143Ao00"/>
          <w:b/>
          <w:i/>
          <w:sz w:val="20"/>
          <w:szCs w:val="20"/>
        </w:rPr>
      </w:pPr>
      <w:r w:rsidRPr="00676FD6">
        <w:rPr>
          <w:rFonts w:ascii="TT1435o00" w:hAnsi="TT1435o00" w:cs="TT143Ao00"/>
          <w:b/>
          <w:i/>
          <w:sz w:val="20"/>
          <w:szCs w:val="20"/>
        </w:rPr>
        <w:t>UJK w Kielcach</w:t>
      </w:r>
    </w:p>
    <w:p w14:paraId="54B128C7" w14:textId="77777777" w:rsidR="00A81C85" w:rsidRPr="00676FD6" w:rsidRDefault="00A81C85" w:rsidP="00A81C85">
      <w:pPr>
        <w:spacing w:after="0" w:line="240" w:lineRule="auto"/>
        <w:rPr>
          <w:rFonts w:ascii="TT1435o00" w:hAnsi="TT1435o00" w:cs="TT143Ao00"/>
          <w:b/>
          <w:i/>
          <w:sz w:val="20"/>
          <w:szCs w:val="20"/>
        </w:rPr>
      </w:pPr>
    </w:p>
    <w:p w14:paraId="2B76484A" w14:textId="77777777" w:rsidR="00A81C85" w:rsidRPr="00676FD6" w:rsidRDefault="00A81C85" w:rsidP="00A81C85">
      <w:pPr>
        <w:spacing w:line="480" w:lineRule="auto"/>
        <w:jc w:val="center"/>
        <w:rPr>
          <w:rFonts w:ascii="TT1435o00" w:hAnsi="TT1435o00"/>
          <w:i/>
          <w:sz w:val="20"/>
          <w:szCs w:val="20"/>
          <w:u w:val="single"/>
        </w:rPr>
      </w:pPr>
      <w:r w:rsidRPr="00676FD6">
        <w:rPr>
          <w:rFonts w:ascii="TT1435o00" w:hAnsi="TT1435o00"/>
          <w:b/>
          <w:i/>
          <w:sz w:val="20"/>
          <w:szCs w:val="20"/>
        </w:rPr>
        <w:t>Dotyczy</w:t>
      </w:r>
      <w:r w:rsidRPr="00676FD6">
        <w:rPr>
          <w:rFonts w:ascii="TT1435o00" w:hAnsi="TT1435o00"/>
          <w:i/>
          <w:sz w:val="20"/>
          <w:szCs w:val="20"/>
        </w:rPr>
        <w:t xml:space="preserve">: </w:t>
      </w:r>
      <w:r w:rsidRPr="00676FD6">
        <w:rPr>
          <w:rFonts w:ascii="TT1435o00" w:hAnsi="TT1435o00"/>
          <w:i/>
          <w:sz w:val="20"/>
          <w:szCs w:val="20"/>
          <w:u w:val="single"/>
        </w:rPr>
        <w:t>wyrażenia zgody na wpis warunkowy</w:t>
      </w:r>
    </w:p>
    <w:p w14:paraId="73C00B3B" w14:textId="77777777" w:rsidR="00E67B0A" w:rsidRPr="00676FD6" w:rsidRDefault="00E67B0A" w:rsidP="001874AF">
      <w:pPr>
        <w:spacing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sz w:val="20"/>
          <w:szCs w:val="20"/>
        </w:rPr>
        <w:t xml:space="preserve">Zwracam się z prośbą o wpis warunkowy na semestr ......................... w roku akademickim ..................................... z niżej wymienionych przedmiotów. </w:t>
      </w:r>
      <w:r w:rsidRPr="00676FD6">
        <w:rPr>
          <w:rFonts w:ascii="TT1435o00" w:hAnsi="TT1435o00" w:cs="TT6244o00"/>
          <w:sz w:val="20"/>
          <w:szCs w:val="20"/>
        </w:rPr>
        <w:t xml:space="preserve"> Aktualny bilans punktów ECTS: …………………</w:t>
      </w:r>
    </w:p>
    <w:p w14:paraId="297BDA29" w14:textId="2DF0480D" w:rsidR="00E67B0A" w:rsidRPr="00676FD6" w:rsidRDefault="00E67B0A" w:rsidP="001874AF">
      <w:pPr>
        <w:spacing w:after="0"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</w:t>
      </w:r>
    </w:p>
    <w:p w14:paraId="0F6D16F6" w14:textId="279A66A5" w:rsidR="00E67B0A" w:rsidRPr="00676FD6" w:rsidRDefault="00E67B0A" w:rsidP="001874AF">
      <w:pPr>
        <w:spacing w:after="0" w:line="360" w:lineRule="auto"/>
        <w:rPr>
          <w:rFonts w:ascii="TT1435o00" w:hAnsi="TT1435o00"/>
          <w:i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</w:t>
      </w:r>
    </w:p>
    <w:p w14:paraId="67169A74" w14:textId="5381EEC7" w:rsidR="00E67B0A" w:rsidRPr="00676FD6" w:rsidRDefault="00E67B0A" w:rsidP="001874AF">
      <w:pPr>
        <w:spacing w:after="0" w:line="360" w:lineRule="auto"/>
        <w:rPr>
          <w:rFonts w:ascii="TT1435o00" w:hAnsi="TT1435o00" w:cs="TT6244o00"/>
          <w:sz w:val="20"/>
          <w:szCs w:val="20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……………………………..</w:t>
      </w:r>
    </w:p>
    <w:p w14:paraId="69305218" w14:textId="77777777" w:rsidR="00E67B0A" w:rsidRPr="00676FD6" w:rsidRDefault="00E67B0A" w:rsidP="00786E50">
      <w:pPr>
        <w:spacing w:after="0" w:line="480" w:lineRule="auto"/>
        <w:rPr>
          <w:rFonts w:ascii="TT1435o00" w:hAnsi="TT1435o00"/>
          <w:i/>
          <w:sz w:val="20"/>
          <w:szCs w:val="20"/>
        </w:rPr>
      </w:pPr>
      <w:r w:rsidRPr="00676FD6">
        <w:rPr>
          <w:rFonts w:ascii="TT1435o00" w:hAnsi="TT1435o00"/>
          <w:i/>
          <w:sz w:val="20"/>
          <w:szCs w:val="20"/>
        </w:rPr>
        <w:t>Uzasadnienie: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 xml:space="preserve"> </w:t>
      </w:r>
    </w:p>
    <w:p w14:paraId="7DCA4984" w14:textId="7671908D" w:rsidR="00E67B0A" w:rsidRPr="00676FD6" w:rsidRDefault="00E67B0A" w:rsidP="00026295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…………………………………………………………..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5473553F" w14:textId="43D1CF28" w:rsidR="00E67B0A" w:rsidRPr="00676FD6" w:rsidRDefault="00E67B0A" w:rsidP="00026295">
      <w:pPr>
        <w:spacing w:after="0" w:line="360" w:lineRule="auto"/>
        <w:jc w:val="right"/>
        <w:rPr>
          <w:rFonts w:ascii="TT1435o00" w:hAnsi="TT1435o00"/>
          <w:i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…………………………………………………………..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679A3B4F" w14:textId="77777777" w:rsidR="00E67B0A" w:rsidRPr="00676FD6" w:rsidRDefault="00E60CDB" w:rsidP="009049EB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676FD6">
        <w:rPr>
          <w:rFonts w:ascii="TT1435o00" w:hAnsi="TT1435o00"/>
          <w:sz w:val="20"/>
          <w:szCs w:val="20"/>
        </w:rPr>
        <w:t>……………</w:t>
      </w:r>
      <w:r w:rsidR="00E67B0A" w:rsidRPr="00676FD6">
        <w:rPr>
          <w:rFonts w:ascii="TT1435o00" w:hAnsi="TT1435o00"/>
          <w:sz w:val="20"/>
          <w:szCs w:val="20"/>
        </w:rPr>
        <w:t xml:space="preserve">…………………………………                                                                                                                                                                                             </w:t>
      </w:r>
    </w:p>
    <w:p w14:paraId="22E23558" w14:textId="77777777" w:rsidR="00E67B0A" w:rsidRPr="00676FD6" w:rsidRDefault="00E67B0A" w:rsidP="001874AF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676FD6">
        <w:rPr>
          <w:rFonts w:ascii="TT1435o00" w:hAnsi="TT1435o00"/>
          <w:i/>
          <w:sz w:val="18"/>
          <w:szCs w:val="18"/>
        </w:rPr>
        <w:t>podpis studenta</w:t>
      </w:r>
    </w:p>
    <w:p w14:paraId="5B253D2B" w14:textId="77777777" w:rsidR="00E67B0A" w:rsidRPr="00676FD6" w:rsidRDefault="00E67B0A" w:rsidP="00610672">
      <w:pPr>
        <w:rPr>
          <w:rFonts w:ascii="TT1435o00" w:hAnsi="TT1435o00"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i/>
          <w:sz w:val="20"/>
          <w:szCs w:val="20"/>
        </w:rPr>
        <w:t>Opinia Dyrektora Instytutu</w:t>
      </w:r>
      <w:r w:rsidR="00475AB9" w:rsidRPr="00676FD6">
        <w:rPr>
          <w:rFonts w:ascii="TT1435o00" w:hAnsi="TT1435o00"/>
          <w:i/>
          <w:sz w:val="20"/>
          <w:szCs w:val="20"/>
        </w:rPr>
        <w:t>/ Kierownika Katedry</w:t>
      </w:r>
      <w:r w:rsidR="00DC11DF" w:rsidRPr="00676FD6">
        <w:rPr>
          <w:rFonts w:ascii="TT1435o00" w:hAnsi="TT1435o00"/>
          <w:i/>
          <w:sz w:val="20"/>
          <w:szCs w:val="20"/>
        </w:rPr>
        <w:t>*</w:t>
      </w:r>
      <w:r w:rsidRPr="00676FD6">
        <w:rPr>
          <w:rFonts w:ascii="TT1435o00" w:hAnsi="TT1435o00"/>
          <w:i/>
          <w:sz w:val="20"/>
          <w:szCs w:val="20"/>
        </w:rPr>
        <w:t>:</w:t>
      </w:r>
      <w:r w:rsidRPr="00676FD6">
        <w:rPr>
          <w:rFonts w:ascii="TT1435o00" w:hAnsi="TT1435o00"/>
          <w:noProof/>
          <w:sz w:val="20"/>
          <w:szCs w:val="20"/>
          <w:lang w:eastAsia="pl-PL"/>
        </w:rPr>
        <w:t xml:space="preserve"> </w:t>
      </w:r>
    </w:p>
    <w:p w14:paraId="3EA89069" w14:textId="172011ED" w:rsidR="00E67B0A" w:rsidRPr="00676FD6" w:rsidRDefault="00E67B0A" w:rsidP="00026295">
      <w:pPr>
        <w:spacing w:after="0" w:line="360" w:lineRule="auto"/>
        <w:jc w:val="right"/>
        <w:rPr>
          <w:rFonts w:ascii="TT1435o00" w:hAnsi="TT1435o00"/>
          <w:i/>
          <w:sz w:val="20"/>
          <w:szCs w:val="20"/>
        </w:rPr>
      </w:pP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874AF"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Pr="00676FD6">
        <w:rPr>
          <w:rFonts w:ascii="TT1435o00" w:hAnsi="TT1435o00"/>
          <w:i/>
          <w:noProof/>
          <w:sz w:val="20"/>
          <w:szCs w:val="20"/>
          <w:lang w:eastAsia="pl-PL"/>
        </w:rPr>
        <w:t>………………</w:t>
      </w:r>
    </w:p>
    <w:p w14:paraId="63B8D44C" w14:textId="445C822C" w:rsidR="00E67B0A" w:rsidRPr="00676FD6" w:rsidRDefault="00E67B0A" w:rsidP="009049EB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676FD6">
        <w:rPr>
          <w:rFonts w:ascii="TT1435o00" w:hAnsi="TT1435o00"/>
          <w:sz w:val="20"/>
          <w:szCs w:val="20"/>
        </w:rPr>
        <w:t xml:space="preserve">  </w:t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</w:r>
      <w:r w:rsidRPr="00676FD6">
        <w:rPr>
          <w:rFonts w:ascii="TT1435o00" w:hAnsi="TT1435o00"/>
          <w:sz w:val="20"/>
          <w:szCs w:val="20"/>
        </w:rPr>
        <w:tab/>
        <w:t>……………………………….……</w:t>
      </w:r>
      <w:r w:rsidR="00475AB9" w:rsidRPr="00676FD6">
        <w:rPr>
          <w:rFonts w:ascii="TT1435o00" w:hAnsi="TT1435o00"/>
          <w:sz w:val="20"/>
          <w:szCs w:val="20"/>
        </w:rPr>
        <w:t>……...</w:t>
      </w:r>
      <w:r w:rsidRPr="00676FD6">
        <w:rPr>
          <w:rFonts w:ascii="TT1435o00" w:hAnsi="TT1435o00"/>
          <w:sz w:val="20"/>
          <w:szCs w:val="20"/>
        </w:rPr>
        <w:t xml:space="preserve">…                                                                                                                                                                                             </w:t>
      </w:r>
    </w:p>
    <w:p w14:paraId="44B564BD" w14:textId="531392E0" w:rsidR="00E67B0A" w:rsidRPr="00676FD6" w:rsidRDefault="00E67B0A" w:rsidP="001874AF">
      <w:pPr>
        <w:spacing w:after="0" w:line="240" w:lineRule="auto"/>
        <w:ind w:left="7080" w:firstLine="708"/>
        <w:jc w:val="center"/>
        <w:rPr>
          <w:rFonts w:ascii="TT1435o00" w:hAnsi="TT1435o00"/>
          <w:sz w:val="18"/>
          <w:szCs w:val="18"/>
        </w:rPr>
      </w:pPr>
      <w:r w:rsidRPr="00676FD6">
        <w:rPr>
          <w:rFonts w:ascii="TT1435o00" w:hAnsi="TT1435o00"/>
          <w:i/>
          <w:sz w:val="18"/>
          <w:szCs w:val="18"/>
        </w:rPr>
        <w:t>data i podpis</w:t>
      </w:r>
    </w:p>
    <w:p w14:paraId="7DE68D89" w14:textId="77777777" w:rsidR="00E67B0A" w:rsidRPr="00676FD6" w:rsidRDefault="00E67B0A" w:rsidP="00254335">
      <w:pPr>
        <w:rPr>
          <w:rFonts w:ascii="TT1435o00" w:hAnsi="TT1435o00"/>
          <w:b/>
          <w:i/>
          <w:sz w:val="20"/>
          <w:szCs w:val="20"/>
        </w:rPr>
      </w:pPr>
      <w:r w:rsidRPr="00676FD6">
        <w:rPr>
          <w:rFonts w:ascii="TT1435o00" w:hAnsi="TT1435o00"/>
          <w:b/>
          <w:i/>
          <w:sz w:val="20"/>
          <w:szCs w:val="20"/>
        </w:rPr>
        <w:t>Decyzja Dziekana:</w:t>
      </w:r>
    </w:p>
    <w:p w14:paraId="10D0A9AC" w14:textId="77777777" w:rsidR="00E67B0A" w:rsidRPr="00676FD6" w:rsidRDefault="00E67B0A" w:rsidP="00026295">
      <w:pPr>
        <w:spacing w:after="0" w:line="360" w:lineRule="auto"/>
        <w:rPr>
          <w:rFonts w:ascii="TT1435o00" w:hAnsi="TT1435o00"/>
          <w:sz w:val="20"/>
          <w:szCs w:val="20"/>
        </w:rPr>
      </w:pPr>
      <w:r w:rsidRPr="00676FD6">
        <w:rPr>
          <w:rFonts w:ascii="TT1435o00" w:hAnsi="TT1435o00"/>
          <w:sz w:val="20"/>
          <w:szCs w:val="20"/>
        </w:rPr>
        <w:t>Wyrażam zgodę / nie wyrażam zgody* na wpis warunkowy na semestr  ...................... w roku akademickim 20…..…./20………..</w:t>
      </w:r>
    </w:p>
    <w:p w14:paraId="3009EA5A" w14:textId="77777777" w:rsidR="00E67B0A" w:rsidRPr="00676FD6" w:rsidRDefault="00E67B0A" w:rsidP="00026295">
      <w:pPr>
        <w:spacing w:after="0" w:line="360" w:lineRule="auto"/>
        <w:rPr>
          <w:rFonts w:ascii="TT1435o00" w:hAnsi="TT1435o00"/>
          <w:noProof/>
          <w:sz w:val="20"/>
          <w:szCs w:val="20"/>
          <w:lang w:eastAsia="pl-PL"/>
        </w:rPr>
      </w:pPr>
      <w:r w:rsidRPr="00676FD6">
        <w:rPr>
          <w:rFonts w:ascii="TT1435o00" w:hAnsi="TT1435o00"/>
          <w:sz w:val="20"/>
          <w:szCs w:val="20"/>
        </w:rPr>
        <w:t>Termin zaliczenia przedmiotów do:</w:t>
      </w:r>
      <w:r w:rsidRPr="00676FD6">
        <w:rPr>
          <w:rFonts w:ascii="TT1435o00" w:hAnsi="TT1435o00"/>
          <w:noProof/>
          <w:sz w:val="20"/>
          <w:szCs w:val="20"/>
          <w:lang w:eastAsia="pl-PL"/>
        </w:rPr>
        <w:t xml:space="preserve"> ………………………………………………………………………………………………………...…</w:t>
      </w:r>
    </w:p>
    <w:p w14:paraId="07704163" w14:textId="7A86C87D" w:rsidR="00E67B0A" w:rsidRPr="00676FD6" w:rsidRDefault="00E67B0A" w:rsidP="00026295">
      <w:pPr>
        <w:spacing w:after="0" w:line="360" w:lineRule="auto"/>
        <w:rPr>
          <w:rFonts w:ascii="TT1435o00" w:hAnsi="TT1435o00"/>
          <w:sz w:val="20"/>
          <w:szCs w:val="20"/>
        </w:rPr>
      </w:pPr>
      <w:r w:rsidRPr="00676FD6">
        <w:rPr>
          <w:rFonts w:ascii="TT1435o00" w:hAnsi="TT1435o00"/>
          <w:noProof/>
          <w:sz w:val="20"/>
          <w:szCs w:val="20"/>
          <w:lang w:eastAsia="pl-PL"/>
        </w:rPr>
        <w:t>Wysokość opłaty ……………………………………………………………………………………………………………………</w:t>
      </w:r>
      <w:r w:rsidR="001874AF" w:rsidRPr="00676FD6">
        <w:rPr>
          <w:rFonts w:ascii="TT1435o00" w:hAnsi="TT1435o00"/>
          <w:noProof/>
          <w:sz w:val="20"/>
          <w:szCs w:val="20"/>
          <w:lang w:eastAsia="pl-PL"/>
        </w:rPr>
        <w:t>……..</w:t>
      </w:r>
      <w:r w:rsidRPr="00676FD6">
        <w:rPr>
          <w:rFonts w:ascii="TT1435o00" w:hAnsi="TT1435o00"/>
          <w:noProof/>
          <w:sz w:val="20"/>
          <w:szCs w:val="20"/>
          <w:lang w:eastAsia="pl-PL"/>
        </w:rPr>
        <w:t>…………...</w:t>
      </w:r>
    </w:p>
    <w:p w14:paraId="78891966" w14:textId="6E0CDAD6" w:rsidR="00E67B0A" w:rsidRPr="00676FD6" w:rsidRDefault="00E67B0A" w:rsidP="00026295">
      <w:pPr>
        <w:autoSpaceDE w:val="0"/>
        <w:autoSpaceDN w:val="0"/>
        <w:adjustRightInd w:val="0"/>
        <w:spacing w:after="0" w:line="360" w:lineRule="auto"/>
        <w:rPr>
          <w:rFonts w:ascii="TT1435o00" w:hAnsi="TT1435o00"/>
          <w:bCs/>
          <w:sz w:val="20"/>
          <w:szCs w:val="20"/>
        </w:rPr>
      </w:pPr>
      <w:r w:rsidRPr="00676FD6">
        <w:rPr>
          <w:rFonts w:ascii="TT1435o00" w:hAnsi="TT1435o00"/>
          <w:b/>
          <w:sz w:val="20"/>
          <w:szCs w:val="20"/>
        </w:rPr>
        <w:t>Termin płatności</w:t>
      </w:r>
      <w:r w:rsidRPr="00676FD6">
        <w:rPr>
          <w:rFonts w:ascii="TT1435o00" w:hAnsi="TT1435o00"/>
          <w:sz w:val="20"/>
          <w:szCs w:val="20"/>
        </w:rPr>
        <w:t xml:space="preserve">: </w:t>
      </w:r>
      <w:r w:rsidR="00AA2AD7" w:rsidRPr="00676FD6">
        <w:rPr>
          <w:rFonts w:ascii="TT1435o00" w:hAnsi="TT1435o00"/>
          <w:sz w:val="20"/>
          <w:szCs w:val="20"/>
        </w:rPr>
        <w:t xml:space="preserve">7 dni od daty podpisania aneksu do umowy </w:t>
      </w:r>
      <w:r w:rsidR="00AA2AD7" w:rsidRPr="00676FD6">
        <w:rPr>
          <w:rFonts w:ascii="TT1435o00" w:hAnsi="TT1435o00"/>
          <w:bCs/>
          <w:sz w:val="20"/>
          <w:szCs w:val="20"/>
        </w:rPr>
        <w:t>o warunkach i zasadach odpłatności za usługę edukacyjną / odebrania niniejszego rozstrzygnięcia</w:t>
      </w:r>
      <w:r w:rsidRPr="00676FD6">
        <w:rPr>
          <w:rFonts w:ascii="TT1435o00" w:hAnsi="TT1435o00"/>
          <w:bCs/>
          <w:sz w:val="20"/>
          <w:szCs w:val="20"/>
        </w:rPr>
        <w:t>.</w:t>
      </w:r>
    </w:p>
    <w:p w14:paraId="3EA0653A" w14:textId="77777777" w:rsidR="00E67B0A" w:rsidRPr="00676FD6" w:rsidRDefault="00E67B0A" w:rsidP="00E91077">
      <w:pPr>
        <w:autoSpaceDE w:val="0"/>
        <w:autoSpaceDN w:val="0"/>
        <w:adjustRightInd w:val="0"/>
        <w:spacing w:after="0"/>
        <w:rPr>
          <w:rFonts w:ascii="TT1435o00" w:hAnsi="TT1435o00"/>
          <w:bCs/>
          <w:sz w:val="20"/>
          <w:szCs w:val="20"/>
        </w:rPr>
      </w:pPr>
    </w:p>
    <w:p w14:paraId="2A582F9F" w14:textId="77777777" w:rsidR="00E67B0A" w:rsidRPr="00676FD6" w:rsidRDefault="00E67B0A" w:rsidP="0041214A">
      <w:pPr>
        <w:spacing w:after="0" w:line="240" w:lineRule="auto"/>
        <w:jc w:val="right"/>
        <w:rPr>
          <w:rFonts w:ascii="TT1435o00" w:hAnsi="TT1435o00"/>
          <w:sz w:val="20"/>
          <w:szCs w:val="20"/>
        </w:rPr>
      </w:pPr>
      <w:r w:rsidRPr="00676FD6">
        <w:rPr>
          <w:rFonts w:ascii="TT1435o00" w:hAnsi="TT1435o00"/>
          <w:sz w:val="20"/>
          <w:szCs w:val="20"/>
        </w:rPr>
        <w:t>…</w:t>
      </w:r>
      <w:r w:rsidR="00E60CDB" w:rsidRPr="00676FD6">
        <w:rPr>
          <w:rFonts w:ascii="TT1435o00" w:hAnsi="TT1435o00"/>
          <w:sz w:val="20"/>
          <w:szCs w:val="20"/>
        </w:rPr>
        <w:t>…………</w:t>
      </w:r>
      <w:r w:rsidRPr="00676FD6">
        <w:rPr>
          <w:rFonts w:ascii="TT1435o00" w:hAnsi="TT1435o00"/>
          <w:sz w:val="20"/>
          <w:szCs w:val="20"/>
        </w:rPr>
        <w:t xml:space="preserve">………………………………                                                                                                                                                                                             </w:t>
      </w:r>
    </w:p>
    <w:p w14:paraId="1427C087" w14:textId="2C41A969" w:rsidR="00E67B0A" w:rsidRPr="00676FD6" w:rsidRDefault="00E60CDB" w:rsidP="00E60CDB">
      <w:pPr>
        <w:spacing w:after="0" w:line="240" w:lineRule="auto"/>
        <w:ind w:left="7080" w:firstLine="708"/>
        <w:rPr>
          <w:rFonts w:ascii="TT1435o00" w:hAnsi="TT1435o00"/>
          <w:sz w:val="18"/>
          <w:szCs w:val="18"/>
        </w:rPr>
      </w:pPr>
      <w:r w:rsidRPr="00676FD6">
        <w:rPr>
          <w:rFonts w:ascii="TT1435o00" w:hAnsi="TT1435o00"/>
          <w:i/>
          <w:sz w:val="16"/>
          <w:szCs w:val="16"/>
        </w:rPr>
        <w:t xml:space="preserve">         </w:t>
      </w:r>
      <w:r w:rsidR="00676FD6">
        <w:rPr>
          <w:rFonts w:ascii="TT1435o00" w:hAnsi="TT1435o00"/>
          <w:i/>
          <w:sz w:val="16"/>
          <w:szCs w:val="16"/>
        </w:rPr>
        <w:t xml:space="preserve">             </w:t>
      </w:r>
      <w:r w:rsidRPr="00676FD6">
        <w:rPr>
          <w:rFonts w:ascii="TT1435o00" w:hAnsi="TT1435o00"/>
          <w:i/>
          <w:sz w:val="16"/>
          <w:szCs w:val="16"/>
        </w:rPr>
        <w:t xml:space="preserve"> </w:t>
      </w:r>
      <w:r w:rsidR="00E67B0A" w:rsidRPr="00676FD6">
        <w:rPr>
          <w:rFonts w:ascii="TT1435o00" w:hAnsi="TT1435o00"/>
          <w:i/>
          <w:sz w:val="18"/>
          <w:szCs w:val="18"/>
        </w:rPr>
        <w:t xml:space="preserve">data i podpis </w:t>
      </w:r>
    </w:p>
    <w:p w14:paraId="5411C5BF" w14:textId="77777777" w:rsidR="00E67B0A" w:rsidRPr="00676FD6" w:rsidRDefault="00E67B0A" w:rsidP="00254335">
      <w:pPr>
        <w:rPr>
          <w:rFonts w:ascii="TT1435o00" w:hAnsi="TT1435o00"/>
          <w:i/>
          <w:sz w:val="16"/>
          <w:szCs w:val="16"/>
        </w:rPr>
      </w:pPr>
      <w:r w:rsidRPr="00676FD6">
        <w:rPr>
          <w:rFonts w:ascii="TT1435o00" w:hAnsi="TT1435o00"/>
          <w:i/>
          <w:sz w:val="16"/>
          <w:szCs w:val="16"/>
        </w:rPr>
        <w:t>*niepotrzebne skreślić</w:t>
      </w:r>
    </w:p>
    <w:sectPr w:rsidR="00E67B0A" w:rsidRPr="00676FD6" w:rsidSect="0030083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43A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6244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117F6"/>
    <w:rsid w:val="00026295"/>
    <w:rsid w:val="000349F1"/>
    <w:rsid w:val="000722FC"/>
    <w:rsid w:val="00102A4F"/>
    <w:rsid w:val="00125CF7"/>
    <w:rsid w:val="001346AD"/>
    <w:rsid w:val="0016784D"/>
    <w:rsid w:val="00167D0C"/>
    <w:rsid w:val="00186DBC"/>
    <w:rsid w:val="001874AF"/>
    <w:rsid w:val="001D5652"/>
    <w:rsid w:val="001F646F"/>
    <w:rsid w:val="002215BE"/>
    <w:rsid w:val="002443DE"/>
    <w:rsid w:val="00254335"/>
    <w:rsid w:val="002A08D8"/>
    <w:rsid w:val="0030083B"/>
    <w:rsid w:val="0035481B"/>
    <w:rsid w:val="0037721A"/>
    <w:rsid w:val="003C1A31"/>
    <w:rsid w:val="0041214A"/>
    <w:rsid w:val="00415C1B"/>
    <w:rsid w:val="00455FA4"/>
    <w:rsid w:val="00475AB9"/>
    <w:rsid w:val="0048652C"/>
    <w:rsid w:val="004B3575"/>
    <w:rsid w:val="004C39CE"/>
    <w:rsid w:val="004D2816"/>
    <w:rsid w:val="004F614A"/>
    <w:rsid w:val="00503AAF"/>
    <w:rsid w:val="00517868"/>
    <w:rsid w:val="005E26B6"/>
    <w:rsid w:val="005F7319"/>
    <w:rsid w:val="00610672"/>
    <w:rsid w:val="00625945"/>
    <w:rsid w:val="00627A01"/>
    <w:rsid w:val="00634909"/>
    <w:rsid w:val="0064001C"/>
    <w:rsid w:val="00676FD6"/>
    <w:rsid w:val="006E2F03"/>
    <w:rsid w:val="00701F49"/>
    <w:rsid w:val="00771F30"/>
    <w:rsid w:val="00786E50"/>
    <w:rsid w:val="00787FB0"/>
    <w:rsid w:val="007F3200"/>
    <w:rsid w:val="008C45DF"/>
    <w:rsid w:val="008D6E0E"/>
    <w:rsid w:val="009049EB"/>
    <w:rsid w:val="0094030B"/>
    <w:rsid w:val="00A01D96"/>
    <w:rsid w:val="00A03F6E"/>
    <w:rsid w:val="00A10F14"/>
    <w:rsid w:val="00A14D5D"/>
    <w:rsid w:val="00A81C85"/>
    <w:rsid w:val="00AA2AD7"/>
    <w:rsid w:val="00AA6A12"/>
    <w:rsid w:val="00AD0BC5"/>
    <w:rsid w:val="00B4388A"/>
    <w:rsid w:val="00B448CC"/>
    <w:rsid w:val="00B5583A"/>
    <w:rsid w:val="00B55932"/>
    <w:rsid w:val="00C85324"/>
    <w:rsid w:val="00D4512A"/>
    <w:rsid w:val="00D666C2"/>
    <w:rsid w:val="00D90104"/>
    <w:rsid w:val="00DB48B9"/>
    <w:rsid w:val="00DC11DF"/>
    <w:rsid w:val="00DE1F98"/>
    <w:rsid w:val="00DF42E0"/>
    <w:rsid w:val="00E60CDB"/>
    <w:rsid w:val="00E6533D"/>
    <w:rsid w:val="00E67B0A"/>
    <w:rsid w:val="00E83C07"/>
    <w:rsid w:val="00E91077"/>
    <w:rsid w:val="00E92704"/>
    <w:rsid w:val="00EA269A"/>
    <w:rsid w:val="00F46662"/>
    <w:rsid w:val="00F8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B9EF7B"/>
  <w14:defaultImageDpi w14:val="0"/>
  <w15:docId w15:val="{A76829D1-A871-465E-A268-96EC5D51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2798</Characters>
  <Application>Microsoft Office Word</Application>
  <DocSecurity>0</DocSecurity>
  <Lines>23</Lines>
  <Paragraphs>5</Paragraphs>
  <ScaleCrop>false</ScaleCrop>
  <Company>Microsoft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           Wydział Pedagogiczny i Artystyczny</dc:title>
  <dc:subject/>
  <dc:creator>Barbara Armata</dc:creator>
  <cp:keywords/>
  <dc:description/>
  <cp:lastModifiedBy>Anna Róg</cp:lastModifiedBy>
  <cp:revision>5</cp:revision>
  <cp:lastPrinted>2015-06-18T08:34:00Z</cp:lastPrinted>
  <dcterms:created xsi:type="dcterms:W3CDTF">2023-12-01T13:36:00Z</dcterms:created>
  <dcterms:modified xsi:type="dcterms:W3CDTF">2025-01-12T22:21:00Z</dcterms:modified>
</cp:coreProperties>
</file>